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75F8A">
        <w:rPr>
          <w:rFonts w:ascii="Arial" w:hAnsi="Arial" w:cs="Arial"/>
          <w:b/>
          <w:caps/>
          <w:sz w:val="28"/>
          <w:szCs w:val="28"/>
        </w:rPr>
        <w:t>8</w:t>
      </w:r>
      <w:r w:rsidR="00754EF9">
        <w:rPr>
          <w:rFonts w:ascii="Arial" w:hAnsi="Arial" w:cs="Arial"/>
          <w:b/>
          <w:caps/>
          <w:sz w:val="28"/>
          <w:szCs w:val="28"/>
        </w:rPr>
        <w:t>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754EF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54EF9">
              <w:rPr>
                <w:rFonts w:ascii="Arial" w:hAnsi="Arial" w:cs="Arial"/>
                <w:sz w:val="20"/>
                <w:szCs w:val="20"/>
              </w:rPr>
              <w:t>substituição da boca de lobo existente defronte do nº 5 da Rua Moacir Coimbra, no Jardim Dora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85135D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E030BF" w:rsidRPr="00E030BF">
        <w:rPr>
          <w:rFonts w:ascii="Arial" w:hAnsi="Arial" w:cs="Arial"/>
        </w:rPr>
        <w:t>substituição da boca de lobo existente defronte do nº 5 da Rua Moacir Coimbra, no Jardim Dora</w:t>
      </w:r>
      <w:r w:rsidR="00BF184D">
        <w:rPr>
          <w:rFonts w:ascii="Arial" w:hAnsi="Arial" w:cs="Arial"/>
        </w:rPr>
        <w:t>.</w:t>
      </w:r>
    </w:p>
    <w:p w:rsidR="00762518" w:rsidRDefault="006E657F" w:rsidP="00FB3B2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</w:t>
      </w:r>
      <w:r w:rsidR="00FB3B27" w:rsidRPr="00FB3B27">
        <w:rPr>
          <w:rFonts w:ascii="Arial" w:hAnsi="Arial" w:cs="Arial"/>
        </w:rPr>
        <w:t xml:space="preserve">a referida boca de lobo se encontra com sua estrutura </w:t>
      </w:r>
      <w:r w:rsidR="000F394B" w:rsidRPr="000F394B">
        <w:rPr>
          <w:rFonts w:ascii="Arial" w:hAnsi="Arial" w:cs="Arial"/>
        </w:rPr>
        <w:t>danificada, sendo substituída por madeiras, podendo causar acidentes de maior gravidade para os moradores da região</w:t>
      </w:r>
      <w:r w:rsidR="00762518">
        <w:rPr>
          <w:rFonts w:ascii="Arial" w:hAnsi="Arial" w:cs="Arial"/>
        </w:rPr>
        <w:t>.</w:t>
      </w:r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9306F">
        <w:rPr>
          <w:rFonts w:ascii="Arial" w:hAnsi="Arial" w:cs="Arial"/>
        </w:rPr>
        <w:t>2</w:t>
      </w:r>
      <w:r w:rsidR="00D74B35">
        <w:rPr>
          <w:rFonts w:ascii="Arial" w:hAnsi="Arial" w:cs="Arial"/>
        </w:rPr>
        <w:t>8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ED0B9D">
        <w:rPr>
          <w:rFonts w:ascii="Arial" w:hAnsi="Arial" w:cs="Arial"/>
        </w:rPr>
        <w:t>març</w:t>
      </w:r>
      <w:r w:rsidR="00D97184">
        <w:rPr>
          <w:rFonts w:ascii="Arial" w:hAnsi="Arial" w:cs="Arial"/>
        </w:rPr>
        <w:t>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32B41" w:rsidRPr="000D3623" w:rsidRDefault="000D3623" w:rsidP="00995980">
      <w:pPr>
        <w:jc w:val="center"/>
        <w:rPr>
          <w:rFonts w:ascii="Arial" w:hAnsi="Arial" w:cs="Arial"/>
          <w:sz w:val="20"/>
          <w:szCs w:val="20"/>
        </w:rPr>
      </w:pPr>
      <w:r>
        <w:rPr>
          <w:rFonts w:cs="Arial"/>
          <w:noProof/>
        </w:rPr>
        <w:lastRenderedPageBreak/>
        <w:drawing>
          <wp:inline distT="0" distB="0" distL="0" distR="0">
            <wp:extent cx="5666400" cy="2880000"/>
            <wp:effectExtent l="0" t="0" r="0" b="0"/>
            <wp:docPr id="5" name="Imagem 5" descr="WhatsApp Image 2018-03-13 a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atsApp Image 2018-03-13 at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64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A4F" w:rsidRPr="000D3623" w:rsidRDefault="00FB6A4F" w:rsidP="00995980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A72A3" w:rsidRPr="000D3623" w:rsidRDefault="000D3623" w:rsidP="00995980">
      <w:pPr>
        <w:jc w:val="center"/>
        <w:rPr>
          <w:rFonts w:ascii="Arial" w:hAnsi="Arial" w:cs="Arial"/>
          <w:sz w:val="20"/>
          <w:szCs w:val="20"/>
        </w:rPr>
      </w:pPr>
      <w:r w:rsidRPr="000D3623">
        <w:rPr>
          <w:rFonts w:cs="Arial"/>
          <w:noProof/>
          <w:sz w:val="20"/>
          <w:szCs w:val="20"/>
        </w:rPr>
        <w:drawing>
          <wp:inline distT="0" distB="0" distL="0" distR="0">
            <wp:extent cx="5666400" cy="2408400"/>
            <wp:effectExtent l="0" t="0" r="0" b="0"/>
            <wp:docPr id="8" name="Imagem 8" descr="WhatsApp Image 2018-03-13 a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hatsApp Image 2018-03-13 at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6400" cy="240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623" w:rsidRPr="000D3623" w:rsidRDefault="000D3623" w:rsidP="00995980">
      <w:pPr>
        <w:jc w:val="center"/>
        <w:rPr>
          <w:rFonts w:ascii="Arial" w:hAnsi="Arial" w:cs="Arial"/>
          <w:sz w:val="20"/>
          <w:szCs w:val="20"/>
        </w:rPr>
      </w:pPr>
    </w:p>
    <w:p w:rsidR="000D3623" w:rsidRPr="000D3623" w:rsidRDefault="000D3623" w:rsidP="00995980">
      <w:pPr>
        <w:jc w:val="center"/>
        <w:rPr>
          <w:rFonts w:ascii="Arial" w:hAnsi="Arial" w:cs="Arial"/>
          <w:sz w:val="20"/>
          <w:szCs w:val="20"/>
        </w:rPr>
      </w:pPr>
      <w:r w:rsidRPr="000D3623">
        <w:rPr>
          <w:rFonts w:cs="Arial"/>
          <w:noProof/>
          <w:sz w:val="20"/>
          <w:szCs w:val="20"/>
        </w:rPr>
        <w:drawing>
          <wp:inline distT="0" distB="0" distL="0" distR="0">
            <wp:extent cx="5666400" cy="2685600"/>
            <wp:effectExtent l="0" t="0" r="0" b="635"/>
            <wp:docPr id="9" name="Imagem 9" descr="WhatsApp Image 2018-03-13 a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hatsApp Image 2018-03-13 at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6400" cy="268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9ED" w:rsidRDefault="00CC39ED" w:rsidP="00E32B41">
      <w:pPr>
        <w:jc w:val="center"/>
        <w:rPr>
          <w:rFonts w:ascii="Arial" w:hAnsi="Arial" w:cs="Arial"/>
          <w:sz w:val="2"/>
          <w:szCs w:val="2"/>
        </w:rPr>
      </w:pPr>
    </w:p>
    <w:sectPr w:rsidR="00CC39ED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9F6" w:rsidRDefault="00A339F6">
      <w:r>
        <w:separator/>
      </w:r>
    </w:p>
  </w:endnote>
  <w:endnote w:type="continuationSeparator" w:id="0">
    <w:p w:rsidR="00A339F6" w:rsidRDefault="00A33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9F6" w:rsidRDefault="00A339F6">
      <w:r>
        <w:separator/>
      </w:r>
    </w:p>
  </w:footnote>
  <w:footnote w:type="continuationSeparator" w:id="0">
    <w:p w:rsidR="00A339F6" w:rsidRDefault="00A33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B6A4F">
      <w:rPr>
        <w:rFonts w:ascii="Arial" w:hAnsi="Arial" w:cs="Arial"/>
        <w:b/>
        <w:sz w:val="20"/>
        <w:szCs w:val="20"/>
        <w:u w:val="single"/>
      </w:rPr>
      <w:t>8</w:t>
    </w:r>
    <w:r w:rsidR="000D3623">
      <w:rPr>
        <w:rFonts w:ascii="Arial" w:hAnsi="Arial" w:cs="Arial"/>
        <w:b/>
        <w:sz w:val="20"/>
        <w:szCs w:val="20"/>
        <w:u w:val="single"/>
      </w:rPr>
      <w:t>30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36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36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270C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5720"/>
    <w:rsid w:val="000861D0"/>
    <w:rsid w:val="00090B3C"/>
    <w:rsid w:val="00094490"/>
    <w:rsid w:val="000958D5"/>
    <w:rsid w:val="00097CAE"/>
    <w:rsid w:val="00097F1F"/>
    <w:rsid w:val="000A0436"/>
    <w:rsid w:val="000A2F8C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5E3A"/>
    <w:rsid w:val="000D177C"/>
    <w:rsid w:val="000D3623"/>
    <w:rsid w:val="000D3F17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0D8D"/>
    <w:rsid w:val="000F266F"/>
    <w:rsid w:val="000F394B"/>
    <w:rsid w:val="000F5947"/>
    <w:rsid w:val="000F5F27"/>
    <w:rsid w:val="000F60FD"/>
    <w:rsid w:val="000F6251"/>
    <w:rsid w:val="00100244"/>
    <w:rsid w:val="00100F43"/>
    <w:rsid w:val="00101A27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258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D5C"/>
    <w:rsid w:val="00183E44"/>
    <w:rsid w:val="00184DC5"/>
    <w:rsid w:val="0018544C"/>
    <w:rsid w:val="0018623B"/>
    <w:rsid w:val="00186F15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4BF8"/>
    <w:rsid w:val="00266752"/>
    <w:rsid w:val="0027086D"/>
    <w:rsid w:val="00270DC6"/>
    <w:rsid w:val="002729A7"/>
    <w:rsid w:val="00272E4D"/>
    <w:rsid w:val="00274AC8"/>
    <w:rsid w:val="00275F8A"/>
    <w:rsid w:val="0027636F"/>
    <w:rsid w:val="0029186D"/>
    <w:rsid w:val="00291D0D"/>
    <w:rsid w:val="00291FE9"/>
    <w:rsid w:val="002942FA"/>
    <w:rsid w:val="00295D7A"/>
    <w:rsid w:val="002A00A2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79A0"/>
    <w:rsid w:val="0030159B"/>
    <w:rsid w:val="0030168E"/>
    <w:rsid w:val="003058B2"/>
    <w:rsid w:val="00311F37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4E3"/>
    <w:rsid w:val="00387751"/>
    <w:rsid w:val="00392E4E"/>
    <w:rsid w:val="003939FF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5C9F"/>
    <w:rsid w:val="003D6404"/>
    <w:rsid w:val="003D74A0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243"/>
    <w:rsid w:val="00473BB8"/>
    <w:rsid w:val="00473F85"/>
    <w:rsid w:val="004750A7"/>
    <w:rsid w:val="004760BB"/>
    <w:rsid w:val="00477BD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7D16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3F4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033A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C78DB"/>
    <w:rsid w:val="005D1334"/>
    <w:rsid w:val="005D6090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214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4A9E"/>
    <w:rsid w:val="006D5C63"/>
    <w:rsid w:val="006D69C3"/>
    <w:rsid w:val="006D6F7D"/>
    <w:rsid w:val="006E1BA9"/>
    <w:rsid w:val="006E2C70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4EF9"/>
    <w:rsid w:val="0075545C"/>
    <w:rsid w:val="00755D6A"/>
    <w:rsid w:val="00756EF2"/>
    <w:rsid w:val="0076073B"/>
    <w:rsid w:val="00760EE9"/>
    <w:rsid w:val="007616AD"/>
    <w:rsid w:val="00762518"/>
    <w:rsid w:val="007649E1"/>
    <w:rsid w:val="007669B9"/>
    <w:rsid w:val="00767F85"/>
    <w:rsid w:val="00771286"/>
    <w:rsid w:val="00771AF6"/>
    <w:rsid w:val="00774010"/>
    <w:rsid w:val="007742A3"/>
    <w:rsid w:val="00775A1B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306F"/>
    <w:rsid w:val="00794212"/>
    <w:rsid w:val="00796264"/>
    <w:rsid w:val="00796EFC"/>
    <w:rsid w:val="007A0F01"/>
    <w:rsid w:val="007A4058"/>
    <w:rsid w:val="007A42AF"/>
    <w:rsid w:val="007A4B82"/>
    <w:rsid w:val="007A4D3B"/>
    <w:rsid w:val="007A5FAB"/>
    <w:rsid w:val="007B099D"/>
    <w:rsid w:val="007B0D61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2923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27D1F"/>
    <w:rsid w:val="00831063"/>
    <w:rsid w:val="008330E9"/>
    <w:rsid w:val="00833E7C"/>
    <w:rsid w:val="008374BE"/>
    <w:rsid w:val="0084496C"/>
    <w:rsid w:val="008474F2"/>
    <w:rsid w:val="008508AB"/>
    <w:rsid w:val="0085135D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39F6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817D1"/>
    <w:rsid w:val="00A83270"/>
    <w:rsid w:val="00A83838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3F3E"/>
    <w:rsid w:val="00BB523F"/>
    <w:rsid w:val="00BB7387"/>
    <w:rsid w:val="00BC2A66"/>
    <w:rsid w:val="00BC3A61"/>
    <w:rsid w:val="00BC3CF6"/>
    <w:rsid w:val="00BC44DF"/>
    <w:rsid w:val="00BC674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3148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3B2C"/>
    <w:rsid w:val="00C84135"/>
    <w:rsid w:val="00C84793"/>
    <w:rsid w:val="00C856F6"/>
    <w:rsid w:val="00C85B4C"/>
    <w:rsid w:val="00C85C88"/>
    <w:rsid w:val="00C86729"/>
    <w:rsid w:val="00C874E4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190D"/>
    <w:rsid w:val="00CE20F4"/>
    <w:rsid w:val="00CE305F"/>
    <w:rsid w:val="00CE432C"/>
    <w:rsid w:val="00CE47AE"/>
    <w:rsid w:val="00CF02A3"/>
    <w:rsid w:val="00CF0FBD"/>
    <w:rsid w:val="00CF159A"/>
    <w:rsid w:val="00CF31DE"/>
    <w:rsid w:val="00CF4A52"/>
    <w:rsid w:val="00CF5DD1"/>
    <w:rsid w:val="00CF6F02"/>
    <w:rsid w:val="00D0017B"/>
    <w:rsid w:val="00D002DC"/>
    <w:rsid w:val="00D010AE"/>
    <w:rsid w:val="00D021B4"/>
    <w:rsid w:val="00D0476B"/>
    <w:rsid w:val="00D06A82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2FA6"/>
    <w:rsid w:val="00D233C7"/>
    <w:rsid w:val="00D24C2A"/>
    <w:rsid w:val="00D259B6"/>
    <w:rsid w:val="00D2647C"/>
    <w:rsid w:val="00D31958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014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D7C1F"/>
    <w:rsid w:val="00DE3B4B"/>
    <w:rsid w:val="00DE4DF1"/>
    <w:rsid w:val="00DE50DD"/>
    <w:rsid w:val="00DF3391"/>
    <w:rsid w:val="00DF7E47"/>
    <w:rsid w:val="00E0249F"/>
    <w:rsid w:val="00E030BF"/>
    <w:rsid w:val="00E03142"/>
    <w:rsid w:val="00E0372A"/>
    <w:rsid w:val="00E03D0D"/>
    <w:rsid w:val="00E04CBF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1BFF"/>
    <w:rsid w:val="00F94485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638F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69A63-1A33-4290-BEC1-89E5D7835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136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2017-10-24T11:47:00Z</cp:lastPrinted>
  <dcterms:created xsi:type="dcterms:W3CDTF">2018-03-27T13:21:00Z</dcterms:created>
  <dcterms:modified xsi:type="dcterms:W3CDTF">2018-03-27T13:24:00Z</dcterms:modified>
</cp:coreProperties>
</file>